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A0396" w14:textId="77777777" w:rsidR="00137DC4" w:rsidRDefault="00137DC4" w:rsidP="00137DC4">
      <w:r>
        <w:t xml:space="preserve">Regular text </w:t>
      </w:r>
      <w:r>
        <w:rPr>
          <w:i/>
        </w:rPr>
        <w:t>italics</w:t>
      </w:r>
      <w:r>
        <w:t xml:space="preserve"> </w:t>
      </w:r>
      <w:r>
        <w:rPr>
          <w:b/>
        </w:rPr>
        <w:t xml:space="preserve">bold </w:t>
      </w:r>
      <w:proofErr w:type="spellStart"/>
      <w:r>
        <w:rPr>
          <w:b/>
          <w:i/>
        </w:rPr>
        <w:t>bold</w:t>
      </w:r>
      <w:proofErr w:type="spellEnd"/>
      <w:r>
        <w:rPr>
          <w:b/>
          <w:i/>
        </w:rPr>
        <w:t xml:space="preserve"> italics</w:t>
      </w:r>
      <w:r>
        <w:t>.</w:t>
      </w:r>
    </w:p>
    <w:p w14:paraId="4FB85EAB" w14:textId="77777777" w:rsidR="00137DC4" w:rsidRDefault="00137DC4" w:rsidP="00137DC4"/>
    <w:p w14:paraId="6F14A367" w14:textId="77777777" w:rsidR="00137DC4" w:rsidRDefault="00137DC4" w:rsidP="00137DC4">
      <w:r>
        <w:t xml:space="preserve">This is </w:t>
      </w:r>
      <w:r>
        <w:rPr>
          <w:smallCaps/>
        </w:rPr>
        <w:t>Small Caps</w:t>
      </w:r>
      <w:r>
        <w:t xml:space="preserve">, and this is </w:t>
      </w:r>
      <w:r>
        <w:rPr>
          <w:strike/>
        </w:rPr>
        <w:t>strikethrough</w:t>
      </w:r>
      <w:r>
        <w:t>.</w:t>
      </w:r>
    </w:p>
    <w:p w14:paraId="05CDAC18" w14:textId="77777777" w:rsidR="00137DC4" w:rsidRDefault="00137DC4" w:rsidP="00137DC4"/>
    <w:p w14:paraId="3E4FC9FE" w14:textId="77777777" w:rsidR="00137DC4" w:rsidRDefault="00137DC4" w:rsidP="00137DC4">
      <w:r>
        <w:t xml:space="preserve">Some people use </w:t>
      </w:r>
      <w:r>
        <w:rPr>
          <w:u w:val="single"/>
        </w:rPr>
        <w:t xml:space="preserve">single underlines for </w:t>
      </w:r>
      <w:r>
        <w:rPr>
          <w:i/>
          <w:u w:val="single"/>
        </w:rPr>
        <w:t>emphasis</w:t>
      </w:r>
      <w:r>
        <w:t>.</w:t>
      </w:r>
    </w:p>
    <w:p w14:paraId="1604F4BC" w14:textId="77777777" w:rsidR="00137DC4" w:rsidRDefault="00137DC4" w:rsidP="00137DC4"/>
    <w:p w14:paraId="572D9382" w14:textId="77777777" w:rsidR="00137DC4" w:rsidRDefault="00137DC4" w:rsidP="00137DC4">
      <w:r>
        <w:t xml:space="preserve">Above the line is </w:t>
      </w:r>
      <w:r>
        <w:rPr>
          <w:vertAlign w:val="superscript"/>
        </w:rPr>
        <w:t>superscript</w:t>
      </w:r>
      <w:r>
        <w:t xml:space="preserve"> and below the line is </w:t>
      </w:r>
      <w:r>
        <w:rPr>
          <w:vertAlign w:val="subscript"/>
        </w:rPr>
        <w:t>subscript</w:t>
      </w:r>
      <w:r>
        <w:t>.</w:t>
      </w:r>
    </w:p>
    <w:p w14:paraId="0A80B972" w14:textId="77777777" w:rsidR="00456D32" w:rsidRDefault="00456D32"/>
    <w:p w14:paraId="07570E61" w14:textId="77777777" w:rsidR="00B9707F" w:rsidRDefault="00B9707F" w:rsidP="00B9707F">
      <w:proofErr w:type="gramStart"/>
      <w:r>
        <w:t>A line</w:t>
      </w:r>
      <w:r>
        <w:br/>
        <w:t>break.</w:t>
      </w:r>
      <w:proofErr w:type="gramEnd"/>
    </w:p>
    <w:p w14:paraId="31CF490D" w14:textId="77777777" w:rsidR="00B9707F" w:rsidRDefault="00B9707F">
      <w:bookmarkStart w:id="0" w:name="_GoBack"/>
      <w:bookmarkEnd w:id="0"/>
    </w:p>
    <w:sectPr w:rsidR="00B9707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C4"/>
    <w:rsid w:val="00137DC4"/>
    <w:rsid w:val="00456D32"/>
    <w:rsid w:val="00B9707F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BB3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D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D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Macintosh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2</cp:revision>
  <dcterms:created xsi:type="dcterms:W3CDTF">2014-06-12T19:09:00Z</dcterms:created>
  <dcterms:modified xsi:type="dcterms:W3CDTF">2014-06-12T19:11:00Z</dcterms:modified>
</cp:coreProperties>
</file>